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C77A47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04100BFB" w14:textId="0D9C2037" w:rsidR="006D5764" w:rsidRDefault="00C00AF7" w:rsidP="006D5764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 xml:space="preserve">Cena </w:t>
            </w:r>
            <w:r w:rsidR="0075637A">
              <w:rPr>
                <w:b/>
                <w:color w:val="0070C0"/>
                <w:sz w:val="28"/>
                <w:szCs w:val="28"/>
              </w:rPr>
              <w:t>vlády nadanému studentovi</w:t>
            </w:r>
            <w:r w:rsidRPr="00C00AF7">
              <w:rPr>
                <w:b/>
                <w:color w:val="0070C0"/>
                <w:sz w:val="28"/>
                <w:szCs w:val="28"/>
              </w:rPr>
              <w:t xml:space="preserve"> za rok 2025</w:t>
            </w:r>
          </w:p>
          <w:p w14:paraId="11DDF2EC" w14:textId="1738928F" w:rsidR="006D5764" w:rsidRDefault="006D5764" w:rsidP="006D5764">
            <w:pPr>
              <w:pStyle w:val="Odstavecseseznamem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lef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Výzva k podávání návrhů kandidátek</w:t>
            </w:r>
            <w:r w:rsidR="007F1CDF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/</w:t>
            </w:r>
            <w:r w:rsidR="007F1CDF">
              <w:rPr>
                <w:b/>
                <w:color w:val="0070C0"/>
              </w:rPr>
              <w:t xml:space="preserve"> </w:t>
            </w:r>
            <w:r>
              <w:rPr>
                <w:b/>
                <w:color w:val="0070C0"/>
              </w:rPr>
              <w:t>kandidátů   na udělení</w:t>
            </w:r>
            <w:r w:rsidR="00CF6E26">
              <w:rPr>
                <w:b/>
                <w:color w:val="0070C0"/>
              </w:rPr>
              <w:t xml:space="preserve"> ceny</w:t>
            </w:r>
          </w:p>
          <w:p w14:paraId="72D36674" w14:textId="6F3EEE93" w:rsidR="005241A2" w:rsidRPr="006D5764" w:rsidRDefault="006D5764" w:rsidP="006D5764">
            <w:pPr>
              <w:pStyle w:val="Odstavecseseznamem"/>
              <w:numPr>
                <w:ilvl w:val="0"/>
                <w:numId w:val="13"/>
              </w:numPr>
              <w:spacing w:before="120" w:after="120"/>
              <w:ind w:left="714" w:hanging="357"/>
              <w:contextualSpacing w:val="0"/>
              <w:jc w:val="left"/>
              <w:rPr>
                <w:b/>
                <w:color w:val="0070C0"/>
              </w:rPr>
            </w:pPr>
            <w:r w:rsidRPr="006D5764">
              <w:rPr>
                <w:b/>
                <w:color w:val="0070C0"/>
              </w:rPr>
              <w:t>Harmonogram příprav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07A7BE82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6D5764">
              <w:rPr>
                <w:b/>
                <w:color w:val="0070C0"/>
                <w:sz w:val="28"/>
                <w:szCs w:val="28"/>
              </w:rPr>
              <w:t>1</w:t>
            </w:r>
            <w:r w:rsidR="004F476B">
              <w:rPr>
                <w:b/>
                <w:color w:val="0070C0"/>
                <w:sz w:val="28"/>
                <w:szCs w:val="28"/>
              </w:rPr>
              <w:t>6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4F476B">
              <w:rPr>
                <w:b/>
                <w:color w:val="0070C0"/>
                <w:sz w:val="28"/>
                <w:szCs w:val="28"/>
              </w:rPr>
              <w:t>A3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73F7FB75" w:rsidR="005241A2" w:rsidRPr="002D3C4B" w:rsidRDefault="006D5764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dr</w:t>
            </w:r>
            <w:r w:rsidR="005241A2" w:rsidRPr="002D3C4B">
              <w:rPr>
                <w:bCs/>
                <w:i/>
                <w:noProof/>
              </w:rPr>
              <w:t xml:space="preserve">. </w:t>
            </w:r>
            <w:r>
              <w:rPr>
                <w:bCs/>
                <w:i/>
                <w:noProof/>
              </w:rPr>
              <w:t>Ženíšek</w:t>
            </w:r>
            <w:r w:rsidR="005241A2" w:rsidRPr="002D3C4B">
              <w:rPr>
                <w:bCs/>
                <w:i/>
                <w:noProof/>
              </w:rPr>
              <w:t xml:space="preserve"> (</w:t>
            </w:r>
            <w:r>
              <w:rPr>
                <w:bCs/>
                <w:i/>
                <w:noProof/>
              </w:rPr>
              <w:t>předseda</w:t>
            </w:r>
            <w:r w:rsidR="005241A2" w:rsidRPr="002D3C4B">
              <w:rPr>
                <w:bCs/>
                <w:i/>
                <w:noProof/>
              </w:rPr>
              <w:t xml:space="preserve"> Rady)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3E82D449" w:rsidR="005241A2" w:rsidRPr="002D3C4B" w:rsidRDefault="006D5764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  <w:noProof/>
              </w:rPr>
              <w:t>MgA. Mgr</w:t>
            </w:r>
            <w:r w:rsidR="005241A2" w:rsidRPr="002D3C4B">
              <w:rPr>
                <w:bCs/>
                <w:i/>
                <w:noProof/>
              </w:rPr>
              <w:t xml:space="preserve">. </w:t>
            </w:r>
            <w:r>
              <w:rPr>
                <w:bCs/>
                <w:i/>
                <w:noProof/>
              </w:rPr>
              <w:t>Kodetová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 w:rsidR="00A15D50">
              <w:rPr>
                <w:bCs/>
                <w:i/>
                <w:noProof/>
              </w:rPr>
              <w:t xml:space="preserve">PhDr. Slavíková, </w:t>
            </w:r>
            <w:r>
              <w:rPr>
                <w:bCs/>
                <w:i/>
                <w:noProof/>
              </w:rPr>
              <w:t>Sekce VVI</w:t>
            </w:r>
            <w:r w:rsidR="005241A2" w:rsidRPr="002D3C4B">
              <w:rPr>
                <w:bCs/>
                <w:i/>
                <w:noProof/>
              </w:rPr>
              <w:t xml:space="preserve">, </w:t>
            </w:r>
            <w:r w:rsidR="0075637A">
              <w:rPr>
                <w:bCs/>
                <w:i/>
                <w:noProof/>
              </w:rPr>
              <w:t>říjen</w:t>
            </w:r>
            <w:r>
              <w:rPr>
                <w:bCs/>
                <w:i/>
                <w:noProof/>
              </w:rPr>
              <w:t xml:space="preserve"> </w:t>
            </w:r>
            <w:r w:rsidR="005241A2" w:rsidRPr="002D3C4B">
              <w:rPr>
                <w:bCs/>
                <w:i/>
                <w:noProof/>
              </w:rPr>
              <w:t>202</w:t>
            </w:r>
            <w:r>
              <w:rPr>
                <w:bCs/>
                <w:i/>
                <w:noProof/>
              </w:rPr>
              <w:t>5</w:t>
            </w:r>
          </w:p>
        </w:tc>
      </w:tr>
      <w:tr w:rsidR="00BE05D3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B735102" w14:textId="77777777" w:rsidR="00BE05D3" w:rsidRPr="00BB0768" w:rsidRDefault="00BE05D3" w:rsidP="00BE05D3">
            <w:pPr>
              <w:spacing w:before="120" w:after="120"/>
              <w:rPr>
                <w:b/>
                <w:i/>
              </w:rPr>
            </w:pPr>
            <w:r w:rsidRPr="00BB0768">
              <w:rPr>
                <w:b/>
                <w:i/>
              </w:rPr>
              <w:t>Souhrn</w:t>
            </w:r>
          </w:p>
          <w:p w14:paraId="21F7991D" w14:textId="77777777" w:rsidR="00BE05D3" w:rsidRDefault="00BE05D3" w:rsidP="00BE05D3">
            <w:pPr>
              <w:spacing w:after="120"/>
            </w:pPr>
            <w:r w:rsidRPr="00B936B8">
              <w:t>Cena vlády nadané</w:t>
            </w:r>
            <w:r>
              <w:t>mu studentovi (dále jen „CVNS“)</w:t>
            </w:r>
            <w:r w:rsidRPr="00B936B8">
              <w:t xml:space="preserve"> je udělována podle ustanovení §</w:t>
            </w:r>
            <w:r>
              <w:t> </w:t>
            </w:r>
            <w:r w:rsidRPr="00B936B8">
              <w:t>1</w:t>
            </w:r>
            <w:r>
              <w:t> </w:t>
            </w:r>
            <w:r w:rsidRPr="00B936B8">
              <w:t>odst. 1 písm. a) bod 2 nařízení vlády č. 71/2013 Sb., o podmínkách pro ocenění výsledků výzkumu, experimentálního vývoje a inovací, ve znění pozdějších předpisů</w:t>
            </w:r>
            <w:r>
              <w:t xml:space="preserve"> (dále jen „nařízení vlády“)</w:t>
            </w:r>
            <w:r w:rsidRPr="00B936B8">
              <w:t>.</w:t>
            </w:r>
          </w:p>
          <w:p w14:paraId="32B9A9C7" w14:textId="1F08279F" w:rsidR="00BE05D3" w:rsidRDefault="00BE05D3" w:rsidP="00BE05D3">
            <w:pPr>
              <w:spacing w:after="120"/>
            </w:pPr>
            <w:r>
              <w:t xml:space="preserve">Dle </w:t>
            </w:r>
            <w:r w:rsidRPr="00817613">
              <w:t xml:space="preserve">§ 1 </w:t>
            </w:r>
            <w:r>
              <w:t>odst.</w:t>
            </w:r>
            <w:r w:rsidRPr="00817613">
              <w:t xml:space="preserve"> 2</w:t>
            </w:r>
            <w:r>
              <w:t xml:space="preserve"> nařízení vlády je </w:t>
            </w:r>
            <w:r w:rsidRPr="00817613">
              <w:t>C</w:t>
            </w:r>
            <w:r>
              <w:t>VNS</w:t>
            </w:r>
            <w:r w:rsidRPr="00817613">
              <w:t xml:space="preserve"> udělována jedn</w:t>
            </w:r>
            <w:r>
              <w:t>é studentce/</w:t>
            </w:r>
            <w:r w:rsidRPr="00817613">
              <w:t xml:space="preserve">studentovi v kategorii </w:t>
            </w:r>
          </w:p>
          <w:p w14:paraId="17B312A2" w14:textId="062D9FB6" w:rsidR="00BE05D3" w:rsidRPr="00F22C6B" w:rsidRDefault="00BE05D3" w:rsidP="00216677">
            <w:pPr>
              <w:spacing w:after="0"/>
            </w:pPr>
            <w:r w:rsidRPr="00F22C6B">
              <w:t>a) student</w:t>
            </w:r>
            <w:r w:rsidR="00FA6E37">
              <w:t>ka/student</w:t>
            </w:r>
            <w:r w:rsidRPr="00F22C6B">
              <w:t xml:space="preserve"> střední a vyšší odborné školy,</w:t>
            </w:r>
          </w:p>
          <w:p w14:paraId="4BDE9470" w14:textId="4B8F1724" w:rsidR="00BE05D3" w:rsidRPr="00F22C6B" w:rsidRDefault="00BE05D3" w:rsidP="00216677">
            <w:pPr>
              <w:spacing w:after="0"/>
            </w:pPr>
            <w:r w:rsidRPr="00F22C6B">
              <w:t>b) student</w:t>
            </w:r>
            <w:r w:rsidR="00FA6E37">
              <w:t>ka/student</w:t>
            </w:r>
            <w:r w:rsidRPr="00F22C6B">
              <w:t xml:space="preserve"> v bakalářském nebo magisterském studijním programu,</w:t>
            </w:r>
          </w:p>
          <w:p w14:paraId="34F16062" w14:textId="14758775" w:rsidR="00BE05D3" w:rsidRPr="00F22C6B" w:rsidRDefault="00BE05D3" w:rsidP="00216677">
            <w:pPr>
              <w:spacing w:after="120"/>
            </w:pPr>
            <w:r w:rsidRPr="00F22C6B">
              <w:t>c) student</w:t>
            </w:r>
            <w:r w:rsidR="00FA6E37">
              <w:t>ka/student</w:t>
            </w:r>
            <w:r w:rsidRPr="00F22C6B">
              <w:t xml:space="preserve"> v doktorském studijním programu.</w:t>
            </w:r>
          </w:p>
          <w:p w14:paraId="2B0B6552" w14:textId="77777777" w:rsidR="00BE05D3" w:rsidRDefault="00BE05D3" w:rsidP="00BE05D3">
            <w:pPr>
              <w:spacing w:after="120"/>
            </w:pPr>
            <w:r>
              <w:t xml:space="preserve">Ocenění lze udělit pouze jedenkrát ročně a je spojeno s finanční odměnou ve výši 50 000 Kč každému oceněnému studentovi. </w:t>
            </w:r>
          </w:p>
          <w:p w14:paraId="6F3ACCD5" w14:textId="77777777" w:rsidR="00BE05D3" w:rsidRDefault="00BE05D3" w:rsidP="00BE05D3">
            <w:pPr>
              <w:spacing w:after="120"/>
            </w:pPr>
            <w:r>
              <w:t>Podle § 1 odst. 3 nařízení vlády o udělení ocenění rozhoduje vláda na návrh Rady pro výzkum, vývoj a inovace (dále jen „Rada“).</w:t>
            </w:r>
          </w:p>
          <w:p w14:paraId="3DD1039C" w14:textId="5FE9D092" w:rsidR="00BE05D3" w:rsidRDefault="00BE05D3" w:rsidP="00BE05D3">
            <w:pPr>
              <w:pStyle w:val="Odstavecseseznamem"/>
              <w:numPr>
                <w:ilvl w:val="0"/>
                <w:numId w:val="17"/>
              </w:numPr>
              <w:spacing w:before="120" w:after="120" w:line="240" w:lineRule="auto"/>
              <w:jc w:val="left"/>
              <w:rPr>
                <w:b/>
                <w:color w:val="0070C0"/>
              </w:rPr>
            </w:pPr>
            <w:r w:rsidRPr="00930F7B">
              <w:rPr>
                <w:b/>
                <w:color w:val="0070C0"/>
              </w:rPr>
              <w:t>Výzva k podávání návrhů kandidátek / kandidátů na udělení Ceny vlády</w:t>
            </w:r>
            <w:r>
              <w:rPr>
                <w:b/>
                <w:color w:val="0070C0"/>
              </w:rPr>
              <w:t xml:space="preserve"> nadanému studentovi za rok 2025</w:t>
            </w:r>
          </w:p>
          <w:p w14:paraId="168457CF" w14:textId="4A6D5FD5" w:rsidR="00BE05D3" w:rsidRDefault="00BE05D3" w:rsidP="00BE05D3">
            <w:pPr>
              <w:spacing w:after="120"/>
            </w:pPr>
            <w:r>
              <w:t xml:space="preserve">Nominační výzva bude vyhlášena v prosinci 2025 na webu </w:t>
            </w:r>
            <w:r w:rsidRPr="00DC4679">
              <w:rPr>
                <w:u w:val="single"/>
              </w:rPr>
              <w:t>vyzkum.</w:t>
            </w:r>
            <w:r>
              <w:rPr>
                <w:u w:val="single"/>
              </w:rPr>
              <w:t>gov.</w:t>
            </w:r>
            <w:r w:rsidRPr="00DC4679">
              <w:rPr>
                <w:u w:val="single"/>
              </w:rPr>
              <w:t>cz</w:t>
            </w:r>
            <w:r>
              <w:t xml:space="preserve"> a </w:t>
            </w:r>
            <w:r w:rsidRPr="00DC4679">
              <w:rPr>
                <w:u w:val="single"/>
              </w:rPr>
              <w:t>vlada.</w:t>
            </w:r>
            <w:r>
              <w:rPr>
                <w:u w:val="single"/>
              </w:rPr>
              <w:t>gov.</w:t>
            </w:r>
            <w:r w:rsidRPr="00F22C6B">
              <w:t xml:space="preserve">cz s platností do </w:t>
            </w:r>
            <w:r>
              <w:t>28. únor</w:t>
            </w:r>
            <w:r w:rsidRPr="00F22C6B">
              <w:t>a 202</w:t>
            </w:r>
            <w:r>
              <w:t>6</w:t>
            </w:r>
            <w:r w:rsidRPr="00254C3A">
              <w:t>.</w:t>
            </w:r>
            <w:r>
              <w:t xml:space="preserve"> Agendu spojenou </w:t>
            </w:r>
            <w:r w:rsidRPr="007A4430">
              <w:t>s převzetím, archivac</w:t>
            </w:r>
            <w:r>
              <w:t>í</w:t>
            </w:r>
            <w:r w:rsidRPr="007A4430">
              <w:t xml:space="preserve"> a vyhodnocením dor</w:t>
            </w:r>
            <w:r>
              <w:t xml:space="preserve">učených nominací na udělení CVNS </w:t>
            </w:r>
            <w:r w:rsidRPr="007A4430">
              <w:t>zaji</w:t>
            </w:r>
            <w:r>
              <w:t>stí</w:t>
            </w:r>
            <w:r w:rsidRPr="007A4430">
              <w:t xml:space="preserve"> </w:t>
            </w:r>
            <w:r>
              <w:t>Sekce pro vědu, výzkum a inovace</w:t>
            </w:r>
            <w:r w:rsidRPr="007A4430">
              <w:t>.</w:t>
            </w:r>
          </w:p>
          <w:p w14:paraId="6E295565" w14:textId="729D800F" w:rsidR="00BE05D3" w:rsidRPr="00930F7B" w:rsidRDefault="00BE05D3" w:rsidP="00BE05D3">
            <w:pPr>
              <w:pStyle w:val="Odstavecseseznamem"/>
              <w:numPr>
                <w:ilvl w:val="0"/>
                <w:numId w:val="17"/>
              </w:numPr>
              <w:spacing w:before="120" w:after="120" w:line="240" w:lineRule="auto"/>
              <w:jc w:val="left"/>
              <w:rPr>
                <w:b/>
                <w:color w:val="0070C0"/>
              </w:rPr>
            </w:pPr>
            <w:r w:rsidRPr="0090433A">
              <w:rPr>
                <w:b/>
                <w:color w:val="0070C0"/>
              </w:rPr>
              <w:t>Harmonogram Ceny vlády</w:t>
            </w:r>
            <w:r>
              <w:rPr>
                <w:b/>
                <w:color w:val="0070C0"/>
              </w:rPr>
              <w:t xml:space="preserve"> nadanému studentovi za rok 202</w:t>
            </w:r>
            <w:r w:rsidR="00941460">
              <w:rPr>
                <w:b/>
                <w:color w:val="0070C0"/>
              </w:rPr>
              <w:t>5</w:t>
            </w:r>
          </w:p>
          <w:p w14:paraId="56C91166" w14:textId="42BE028C" w:rsidR="00BE05D3" w:rsidRPr="009719F6" w:rsidRDefault="00BE05D3" w:rsidP="00BE05D3">
            <w:pPr>
              <w:spacing w:after="120" w:line="252" w:lineRule="auto"/>
            </w:pPr>
            <w:r>
              <w:t>Úkolem Rady je z návrhů na udělení CVNS vybrat kandidátky/kandidáty na ocenění a materiál předložit vládě ke schválení.</w:t>
            </w:r>
          </w:p>
        </w:tc>
      </w:tr>
      <w:tr w:rsidR="00BE05D3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BE05D3" w:rsidRPr="00AB734E" w:rsidRDefault="00BE05D3" w:rsidP="00BE05D3">
            <w:pPr>
              <w:spacing w:before="120" w:after="120" w:line="264" w:lineRule="auto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2B186415" w14:textId="229A3BE1" w:rsidR="00BE05D3" w:rsidRDefault="00BE05D3" w:rsidP="00BE05D3">
            <w:pPr>
              <w:pStyle w:val="Odstavecseseznamem"/>
              <w:numPr>
                <w:ilvl w:val="0"/>
                <w:numId w:val="12"/>
              </w:numPr>
              <w:spacing w:before="120" w:after="120" w:line="264" w:lineRule="auto"/>
              <w:ind w:left="499" w:hanging="357"/>
              <w:contextualSpacing w:val="0"/>
              <w:rPr>
                <w:bCs/>
              </w:rPr>
            </w:pPr>
            <w:r>
              <w:rPr>
                <w:bCs/>
              </w:rPr>
              <w:t xml:space="preserve">Statut </w:t>
            </w:r>
            <w:r w:rsidR="008A1731">
              <w:rPr>
                <w:bCs/>
              </w:rPr>
              <w:t>C</w:t>
            </w:r>
            <w:r w:rsidR="002D01AA">
              <w:rPr>
                <w:bCs/>
              </w:rPr>
              <w:t>VNS</w:t>
            </w:r>
          </w:p>
          <w:p w14:paraId="105661F6" w14:textId="020B9337" w:rsidR="00BE05D3" w:rsidRPr="0012362C" w:rsidRDefault="00BE05D3" w:rsidP="00BE05D3">
            <w:pPr>
              <w:pStyle w:val="Odstavecseseznamem"/>
              <w:numPr>
                <w:ilvl w:val="0"/>
                <w:numId w:val="12"/>
              </w:numPr>
              <w:spacing w:before="120" w:after="120" w:line="264" w:lineRule="auto"/>
              <w:ind w:left="499" w:hanging="357"/>
              <w:contextualSpacing w:val="0"/>
              <w:rPr>
                <w:bCs/>
              </w:rPr>
            </w:pPr>
            <w:r w:rsidRPr="00600605">
              <w:rPr>
                <w:bCs/>
              </w:rPr>
              <w:t>Výzva k podávání návrhů kandidát</w:t>
            </w:r>
            <w:r>
              <w:rPr>
                <w:bCs/>
              </w:rPr>
              <w:t>ek</w:t>
            </w:r>
            <w:r w:rsidRPr="00600605">
              <w:rPr>
                <w:bCs/>
              </w:rPr>
              <w:t xml:space="preserve"> / kandidát</w:t>
            </w:r>
            <w:r>
              <w:rPr>
                <w:bCs/>
              </w:rPr>
              <w:t>ů</w:t>
            </w:r>
            <w:r w:rsidRPr="00600605">
              <w:rPr>
                <w:bCs/>
              </w:rPr>
              <w:t xml:space="preserve"> na udělení </w:t>
            </w:r>
            <w:r w:rsidR="002D01AA">
              <w:rPr>
                <w:bCs/>
              </w:rPr>
              <w:t>CVNS</w:t>
            </w:r>
            <w:r w:rsidRPr="00600605">
              <w:rPr>
                <w:bCs/>
              </w:rPr>
              <w:t xml:space="preserve"> </w:t>
            </w:r>
            <w:r w:rsidRPr="0012362C">
              <w:rPr>
                <w:bCs/>
              </w:rPr>
              <w:t>za rok 202</w:t>
            </w:r>
            <w:r>
              <w:rPr>
                <w:bCs/>
              </w:rPr>
              <w:t>5 (včetně nominačního formuláře)</w:t>
            </w:r>
          </w:p>
          <w:p w14:paraId="133F1304" w14:textId="6CE4CDFB" w:rsidR="00BE05D3" w:rsidRPr="002D01AA" w:rsidRDefault="00BE05D3" w:rsidP="002D01AA">
            <w:pPr>
              <w:pStyle w:val="Odstavecseseznamem"/>
              <w:numPr>
                <w:ilvl w:val="0"/>
                <w:numId w:val="12"/>
              </w:numPr>
              <w:spacing w:before="120" w:after="120" w:line="264" w:lineRule="auto"/>
              <w:ind w:left="499" w:hanging="357"/>
              <w:contextualSpacing w:val="0"/>
              <w:rPr>
                <w:bCs/>
              </w:rPr>
            </w:pPr>
            <w:r>
              <w:rPr>
                <w:bCs/>
              </w:rPr>
              <w:t>H</w:t>
            </w:r>
            <w:r w:rsidRPr="002A4D8D">
              <w:rPr>
                <w:bCs/>
              </w:rPr>
              <w:t>armonogram</w:t>
            </w:r>
            <w:r>
              <w:rPr>
                <w:bCs/>
              </w:rPr>
              <w:t xml:space="preserve"> </w:t>
            </w:r>
            <w:r w:rsidR="002D01AA">
              <w:rPr>
                <w:bCs/>
              </w:rPr>
              <w:t xml:space="preserve">CVNS </w:t>
            </w:r>
            <w:r>
              <w:rPr>
                <w:bCs/>
              </w:rPr>
              <w:t>pro rok 202</w:t>
            </w:r>
            <w:r w:rsidR="00941460">
              <w:rPr>
                <w:bCs/>
              </w:rPr>
              <w:t>5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BFABC" w14:textId="77777777" w:rsidR="00EB6AD0" w:rsidRDefault="00EB6AD0" w:rsidP="00604B45">
      <w:r>
        <w:separator/>
      </w:r>
    </w:p>
  </w:endnote>
  <w:endnote w:type="continuationSeparator" w:id="0">
    <w:p w14:paraId="1A8DBD58" w14:textId="77777777" w:rsidR="00EB6AD0" w:rsidRDefault="00EB6AD0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03228F18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A35A58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507E51">
              <w:rPr>
                <w:sz w:val="16"/>
                <w:szCs w:val="16"/>
              </w:rPr>
              <w:t xml:space="preserve">Cena </w:t>
            </w:r>
            <w:r w:rsidR="00F1356E">
              <w:rPr>
                <w:sz w:val="16"/>
                <w:szCs w:val="16"/>
              </w:rPr>
              <w:t>vlády nadanému studentovi</w:t>
            </w:r>
            <w:r w:rsidR="00B23F25">
              <w:rPr>
                <w:sz w:val="16"/>
                <w:szCs w:val="16"/>
              </w:rPr>
              <w:t xml:space="preserve"> za rok 2025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1AA8CD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B0832" w14:textId="77777777" w:rsidR="00EB6AD0" w:rsidRDefault="00EB6AD0" w:rsidP="00604B45">
      <w:r>
        <w:separator/>
      </w:r>
    </w:p>
  </w:footnote>
  <w:footnote w:type="continuationSeparator" w:id="0">
    <w:p w14:paraId="1649E94B" w14:textId="77777777" w:rsidR="00EB6AD0" w:rsidRDefault="00EB6AD0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48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16" w:hanging="360"/>
      </w:pPr>
    </w:lvl>
    <w:lvl w:ilvl="2" w:tplc="0405001B" w:tentative="1">
      <w:start w:val="1"/>
      <w:numFmt w:val="lowerRoman"/>
      <w:lvlText w:val="%3."/>
      <w:lvlJc w:val="right"/>
      <w:pPr>
        <w:ind w:left="6336" w:hanging="180"/>
      </w:pPr>
    </w:lvl>
    <w:lvl w:ilvl="3" w:tplc="0405000F" w:tentative="1">
      <w:start w:val="1"/>
      <w:numFmt w:val="decimal"/>
      <w:lvlText w:val="%4."/>
      <w:lvlJc w:val="left"/>
      <w:pPr>
        <w:ind w:left="7056" w:hanging="360"/>
      </w:pPr>
    </w:lvl>
    <w:lvl w:ilvl="4" w:tplc="04050019" w:tentative="1">
      <w:start w:val="1"/>
      <w:numFmt w:val="lowerLetter"/>
      <w:lvlText w:val="%5."/>
      <w:lvlJc w:val="left"/>
      <w:pPr>
        <w:ind w:left="7776" w:hanging="360"/>
      </w:pPr>
    </w:lvl>
    <w:lvl w:ilvl="5" w:tplc="0405001B" w:tentative="1">
      <w:start w:val="1"/>
      <w:numFmt w:val="lowerRoman"/>
      <w:lvlText w:val="%6."/>
      <w:lvlJc w:val="right"/>
      <w:pPr>
        <w:ind w:left="8496" w:hanging="180"/>
      </w:pPr>
    </w:lvl>
    <w:lvl w:ilvl="6" w:tplc="0405000F" w:tentative="1">
      <w:start w:val="1"/>
      <w:numFmt w:val="decimal"/>
      <w:lvlText w:val="%7."/>
      <w:lvlJc w:val="left"/>
      <w:pPr>
        <w:ind w:left="9216" w:hanging="360"/>
      </w:pPr>
    </w:lvl>
    <w:lvl w:ilvl="7" w:tplc="04050019" w:tentative="1">
      <w:start w:val="1"/>
      <w:numFmt w:val="lowerLetter"/>
      <w:lvlText w:val="%8."/>
      <w:lvlJc w:val="left"/>
      <w:pPr>
        <w:ind w:left="9936" w:hanging="360"/>
      </w:pPr>
    </w:lvl>
    <w:lvl w:ilvl="8" w:tplc="040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0F030E67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72C58"/>
    <w:multiLevelType w:val="hybridMultilevel"/>
    <w:tmpl w:val="A1D4AB38"/>
    <w:lvl w:ilvl="0" w:tplc="FA2C16B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106EF"/>
    <w:multiLevelType w:val="hybridMultilevel"/>
    <w:tmpl w:val="32BE19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8E54453"/>
    <w:multiLevelType w:val="hybridMultilevel"/>
    <w:tmpl w:val="32BE19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5"/>
  </w:num>
  <w:num w:numId="2" w16cid:durableId="2081907147">
    <w:abstractNumId w:val="14"/>
  </w:num>
  <w:num w:numId="3" w16cid:durableId="1893038338">
    <w:abstractNumId w:val="6"/>
  </w:num>
  <w:num w:numId="4" w16cid:durableId="1786805665">
    <w:abstractNumId w:val="10"/>
  </w:num>
  <w:num w:numId="5" w16cid:durableId="1264728757">
    <w:abstractNumId w:val="15"/>
  </w:num>
  <w:num w:numId="6" w16cid:durableId="1901821760">
    <w:abstractNumId w:val="11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6"/>
  </w:num>
  <w:num w:numId="10" w16cid:durableId="1837643966">
    <w:abstractNumId w:val="13"/>
  </w:num>
  <w:num w:numId="11" w16cid:durableId="796532185">
    <w:abstractNumId w:val="0"/>
  </w:num>
  <w:num w:numId="12" w16cid:durableId="2033064661">
    <w:abstractNumId w:val="8"/>
  </w:num>
  <w:num w:numId="13" w16cid:durableId="259605940">
    <w:abstractNumId w:val="4"/>
  </w:num>
  <w:num w:numId="14" w16cid:durableId="942299766">
    <w:abstractNumId w:val="12"/>
  </w:num>
  <w:num w:numId="15" w16cid:durableId="1771508484">
    <w:abstractNumId w:val="9"/>
  </w:num>
  <w:num w:numId="16" w16cid:durableId="565185515">
    <w:abstractNumId w:val="7"/>
  </w:num>
  <w:num w:numId="17" w16cid:durableId="649216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13FD4"/>
    <w:rsid w:val="0002007D"/>
    <w:rsid w:val="00025617"/>
    <w:rsid w:val="00035702"/>
    <w:rsid w:val="00035ED7"/>
    <w:rsid w:val="000467DA"/>
    <w:rsid w:val="000511C2"/>
    <w:rsid w:val="00071DB0"/>
    <w:rsid w:val="00075C1E"/>
    <w:rsid w:val="0008087D"/>
    <w:rsid w:val="000859E4"/>
    <w:rsid w:val="0009458F"/>
    <w:rsid w:val="000A6385"/>
    <w:rsid w:val="000C510C"/>
    <w:rsid w:val="000C609C"/>
    <w:rsid w:val="000C6A0C"/>
    <w:rsid w:val="000D7556"/>
    <w:rsid w:val="000E1B1B"/>
    <w:rsid w:val="000E7A12"/>
    <w:rsid w:val="001044CD"/>
    <w:rsid w:val="00123049"/>
    <w:rsid w:val="00126D7E"/>
    <w:rsid w:val="00133C49"/>
    <w:rsid w:val="0013631D"/>
    <w:rsid w:val="00144F5B"/>
    <w:rsid w:val="00163B03"/>
    <w:rsid w:val="00171EF3"/>
    <w:rsid w:val="00190D86"/>
    <w:rsid w:val="00191B49"/>
    <w:rsid w:val="001A03D6"/>
    <w:rsid w:val="001A6A82"/>
    <w:rsid w:val="001C1526"/>
    <w:rsid w:val="001C2E95"/>
    <w:rsid w:val="001C6179"/>
    <w:rsid w:val="001D5F3B"/>
    <w:rsid w:val="001E1924"/>
    <w:rsid w:val="001F517B"/>
    <w:rsid w:val="002107E9"/>
    <w:rsid w:val="00211C28"/>
    <w:rsid w:val="00216677"/>
    <w:rsid w:val="002241CF"/>
    <w:rsid w:val="00242E30"/>
    <w:rsid w:val="00282845"/>
    <w:rsid w:val="00293AEA"/>
    <w:rsid w:val="002A2FD0"/>
    <w:rsid w:val="002C0726"/>
    <w:rsid w:val="002D01AA"/>
    <w:rsid w:val="002D3C4B"/>
    <w:rsid w:val="002E4B6C"/>
    <w:rsid w:val="002F19C4"/>
    <w:rsid w:val="002F4F5C"/>
    <w:rsid w:val="00310B20"/>
    <w:rsid w:val="00326799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4044C0"/>
    <w:rsid w:val="00420B23"/>
    <w:rsid w:val="00423662"/>
    <w:rsid w:val="0042761D"/>
    <w:rsid w:val="004354D5"/>
    <w:rsid w:val="004362CA"/>
    <w:rsid w:val="00441B47"/>
    <w:rsid w:val="00444127"/>
    <w:rsid w:val="00447ABC"/>
    <w:rsid w:val="00456550"/>
    <w:rsid w:val="00486CA7"/>
    <w:rsid w:val="004970B3"/>
    <w:rsid w:val="004D3537"/>
    <w:rsid w:val="004E6BE1"/>
    <w:rsid w:val="004F476B"/>
    <w:rsid w:val="00507E51"/>
    <w:rsid w:val="00510EA4"/>
    <w:rsid w:val="00512835"/>
    <w:rsid w:val="00515555"/>
    <w:rsid w:val="00521A6F"/>
    <w:rsid w:val="005241A2"/>
    <w:rsid w:val="00524832"/>
    <w:rsid w:val="00524CE5"/>
    <w:rsid w:val="00537022"/>
    <w:rsid w:val="005628A2"/>
    <w:rsid w:val="00564B89"/>
    <w:rsid w:val="0057409A"/>
    <w:rsid w:val="005964E0"/>
    <w:rsid w:val="005A4C59"/>
    <w:rsid w:val="005C4D50"/>
    <w:rsid w:val="005D1635"/>
    <w:rsid w:val="00602F23"/>
    <w:rsid w:val="00604B45"/>
    <w:rsid w:val="006079D1"/>
    <w:rsid w:val="006255C0"/>
    <w:rsid w:val="00627E3D"/>
    <w:rsid w:val="00635765"/>
    <w:rsid w:val="006878F0"/>
    <w:rsid w:val="006B2B00"/>
    <w:rsid w:val="006C0EAF"/>
    <w:rsid w:val="006C3F7F"/>
    <w:rsid w:val="006D5764"/>
    <w:rsid w:val="006F1181"/>
    <w:rsid w:val="007007A8"/>
    <w:rsid w:val="0070637D"/>
    <w:rsid w:val="0071047A"/>
    <w:rsid w:val="00722063"/>
    <w:rsid w:val="0072266C"/>
    <w:rsid w:val="0072698D"/>
    <w:rsid w:val="00733976"/>
    <w:rsid w:val="00735DE8"/>
    <w:rsid w:val="00741D89"/>
    <w:rsid w:val="007439F1"/>
    <w:rsid w:val="0075637A"/>
    <w:rsid w:val="00766AC5"/>
    <w:rsid w:val="00771E5D"/>
    <w:rsid w:val="007A407A"/>
    <w:rsid w:val="007D07B7"/>
    <w:rsid w:val="007E2572"/>
    <w:rsid w:val="007E5BD4"/>
    <w:rsid w:val="007E6CA2"/>
    <w:rsid w:val="007F1CDF"/>
    <w:rsid w:val="007F356F"/>
    <w:rsid w:val="0080171F"/>
    <w:rsid w:val="00803160"/>
    <w:rsid w:val="008044E8"/>
    <w:rsid w:val="00811AC9"/>
    <w:rsid w:val="008120CD"/>
    <w:rsid w:val="0081613E"/>
    <w:rsid w:val="0083341D"/>
    <w:rsid w:val="00836972"/>
    <w:rsid w:val="00840107"/>
    <w:rsid w:val="0084124B"/>
    <w:rsid w:val="00841C3F"/>
    <w:rsid w:val="008517B5"/>
    <w:rsid w:val="00855B4C"/>
    <w:rsid w:val="00871B74"/>
    <w:rsid w:val="00885EF8"/>
    <w:rsid w:val="008863A6"/>
    <w:rsid w:val="00887F71"/>
    <w:rsid w:val="0089638D"/>
    <w:rsid w:val="008A1731"/>
    <w:rsid w:val="008A3DC7"/>
    <w:rsid w:val="008A6944"/>
    <w:rsid w:val="008B60F3"/>
    <w:rsid w:val="008D3828"/>
    <w:rsid w:val="008E475E"/>
    <w:rsid w:val="008E557D"/>
    <w:rsid w:val="008F6521"/>
    <w:rsid w:val="0090230E"/>
    <w:rsid w:val="0090482F"/>
    <w:rsid w:val="0090637C"/>
    <w:rsid w:val="0091473F"/>
    <w:rsid w:val="00915B70"/>
    <w:rsid w:val="009202D9"/>
    <w:rsid w:val="00941460"/>
    <w:rsid w:val="00945CB2"/>
    <w:rsid w:val="0095235B"/>
    <w:rsid w:val="0095565E"/>
    <w:rsid w:val="009573E9"/>
    <w:rsid w:val="00990B90"/>
    <w:rsid w:val="009922C8"/>
    <w:rsid w:val="009B0370"/>
    <w:rsid w:val="009C10CA"/>
    <w:rsid w:val="009D10E0"/>
    <w:rsid w:val="009E228F"/>
    <w:rsid w:val="00A15D50"/>
    <w:rsid w:val="00A640A5"/>
    <w:rsid w:val="00A65C3C"/>
    <w:rsid w:val="00A75A40"/>
    <w:rsid w:val="00A822FF"/>
    <w:rsid w:val="00A836D1"/>
    <w:rsid w:val="00A84F49"/>
    <w:rsid w:val="00AA5C0F"/>
    <w:rsid w:val="00AB5597"/>
    <w:rsid w:val="00AC5DC9"/>
    <w:rsid w:val="00AD184C"/>
    <w:rsid w:val="00AE1069"/>
    <w:rsid w:val="00AE7303"/>
    <w:rsid w:val="00AF01A5"/>
    <w:rsid w:val="00AF502C"/>
    <w:rsid w:val="00AF5DE4"/>
    <w:rsid w:val="00B01CFE"/>
    <w:rsid w:val="00B20ED5"/>
    <w:rsid w:val="00B23F25"/>
    <w:rsid w:val="00B24765"/>
    <w:rsid w:val="00B25493"/>
    <w:rsid w:val="00B33F61"/>
    <w:rsid w:val="00B415B3"/>
    <w:rsid w:val="00B445C0"/>
    <w:rsid w:val="00B45E88"/>
    <w:rsid w:val="00B67680"/>
    <w:rsid w:val="00B73C81"/>
    <w:rsid w:val="00B80711"/>
    <w:rsid w:val="00BB2FAC"/>
    <w:rsid w:val="00BC1D89"/>
    <w:rsid w:val="00BC5C1F"/>
    <w:rsid w:val="00BC7F94"/>
    <w:rsid w:val="00BD17A6"/>
    <w:rsid w:val="00BE043A"/>
    <w:rsid w:val="00BE05D3"/>
    <w:rsid w:val="00BE4E17"/>
    <w:rsid w:val="00C00AF7"/>
    <w:rsid w:val="00C05BAF"/>
    <w:rsid w:val="00C27666"/>
    <w:rsid w:val="00C4014E"/>
    <w:rsid w:val="00C520D1"/>
    <w:rsid w:val="00C54A7F"/>
    <w:rsid w:val="00C674B4"/>
    <w:rsid w:val="00C71728"/>
    <w:rsid w:val="00C7658A"/>
    <w:rsid w:val="00C77162"/>
    <w:rsid w:val="00C77A47"/>
    <w:rsid w:val="00C84197"/>
    <w:rsid w:val="00C91565"/>
    <w:rsid w:val="00C92FC9"/>
    <w:rsid w:val="00C95F12"/>
    <w:rsid w:val="00CC1FD9"/>
    <w:rsid w:val="00CD5D12"/>
    <w:rsid w:val="00CE1592"/>
    <w:rsid w:val="00CE2C4E"/>
    <w:rsid w:val="00CE70B9"/>
    <w:rsid w:val="00CF6E26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4221"/>
    <w:rsid w:val="00DA045F"/>
    <w:rsid w:val="00DC2129"/>
    <w:rsid w:val="00DC5C64"/>
    <w:rsid w:val="00DD3E78"/>
    <w:rsid w:val="00DE4F80"/>
    <w:rsid w:val="00E0171D"/>
    <w:rsid w:val="00E06D18"/>
    <w:rsid w:val="00E15F2A"/>
    <w:rsid w:val="00E304A2"/>
    <w:rsid w:val="00E373B9"/>
    <w:rsid w:val="00E43035"/>
    <w:rsid w:val="00E43EE1"/>
    <w:rsid w:val="00E47EBE"/>
    <w:rsid w:val="00E56D04"/>
    <w:rsid w:val="00E62942"/>
    <w:rsid w:val="00E635EE"/>
    <w:rsid w:val="00E7321C"/>
    <w:rsid w:val="00E84580"/>
    <w:rsid w:val="00E8657D"/>
    <w:rsid w:val="00EA035E"/>
    <w:rsid w:val="00EB05F2"/>
    <w:rsid w:val="00EB0799"/>
    <w:rsid w:val="00EB55AA"/>
    <w:rsid w:val="00EB6AD0"/>
    <w:rsid w:val="00EC0198"/>
    <w:rsid w:val="00EC2267"/>
    <w:rsid w:val="00ED2ED3"/>
    <w:rsid w:val="00ED7E4C"/>
    <w:rsid w:val="00EE66EE"/>
    <w:rsid w:val="00EE745A"/>
    <w:rsid w:val="00EF4F64"/>
    <w:rsid w:val="00F10907"/>
    <w:rsid w:val="00F1356E"/>
    <w:rsid w:val="00F145AB"/>
    <w:rsid w:val="00F3487E"/>
    <w:rsid w:val="00F47E34"/>
    <w:rsid w:val="00F70093"/>
    <w:rsid w:val="00F84D65"/>
    <w:rsid w:val="00F86F06"/>
    <w:rsid w:val="00FA009E"/>
    <w:rsid w:val="00FA335A"/>
    <w:rsid w:val="00FA6E37"/>
    <w:rsid w:val="00FB668D"/>
    <w:rsid w:val="00FD6185"/>
    <w:rsid w:val="00FE2EB3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A836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836D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836D1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36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36D1"/>
    <w:rPr>
      <w:rFonts w:ascii="Arial"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13631D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Props1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9</TotalTime>
  <Pages>1</Pages>
  <Words>258</Words>
  <Characters>1524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12</cp:revision>
  <cp:lastPrinted>2025-05-14T08:43:00Z</cp:lastPrinted>
  <dcterms:created xsi:type="dcterms:W3CDTF">2025-10-27T13:01:00Z</dcterms:created>
  <dcterms:modified xsi:type="dcterms:W3CDTF">2025-11-27T07:21:00Z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